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248F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248F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248FB">
        <w:rPr>
          <w:rFonts w:ascii="Corbel" w:hAnsi="Corbel"/>
          <w:bCs/>
          <w:i/>
          <w:sz w:val="24"/>
          <w:szCs w:val="24"/>
        </w:rPr>
        <w:t>1.5</w:t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248F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248FB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B248FB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B248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3137EA0B" w:rsidR="0085747A" w:rsidRPr="00B248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48FB">
        <w:rPr>
          <w:rFonts w:ascii="Corbel" w:hAnsi="Corbel"/>
          <w:b/>
          <w:smallCaps/>
          <w:sz w:val="24"/>
          <w:szCs w:val="24"/>
        </w:rPr>
        <w:t xml:space="preserve"> </w:t>
      </w:r>
      <w:r w:rsidR="00983492" w:rsidRPr="00B248FB">
        <w:rPr>
          <w:rFonts w:ascii="Corbel" w:hAnsi="Corbel"/>
          <w:i/>
          <w:smallCaps/>
          <w:sz w:val="24"/>
          <w:szCs w:val="24"/>
        </w:rPr>
        <w:t>202</w:t>
      </w:r>
      <w:r w:rsidR="00A50076">
        <w:rPr>
          <w:rFonts w:ascii="Corbel" w:hAnsi="Corbel"/>
          <w:i/>
          <w:smallCaps/>
          <w:sz w:val="24"/>
          <w:szCs w:val="24"/>
        </w:rPr>
        <w:t>2</w:t>
      </w:r>
      <w:r w:rsidR="00983492" w:rsidRPr="00B248FB">
        <w:rPr>
          <w:rFonts w:ascii="Corbel" w:hAnsi="Corbel"/>
          <w:i/>
          <w:smallCaps/>
          <w:sz w:val="24"/>
          <w:szCs w:val="24"/>
        </w:rPr>
        <w:t>/202</w:t>
      </w:r>
      <w:r w:rsidR="00A50076">
        <w:rPr>
          <w:rFonts w:ascii="Corbel" w:hAnsi="Corbel"/>
          <w:i/>
          <w:smallCaps/>
          <w:sz w:val="24"/>
          <w:szCs w:val="24"/>
        </w:rPr>
        <w:t>3</w:t>
      </w:r>
      <w:r w:rsidR="00236BD7">
        <w:rPr>
          <w:rFonts w:ascii="Corbel" w:hAnsi="Corbel"/>
          <w:i/>
          <w:smallCaps/>
          <w:sz w:val="24"/>
          <w:szCs w:val="24"/>
        </w:rPr>
        <w:t xml:space="preserve"> – 202</w:t>
      </w:r>
      <w:r w:rsidR="00A50076">
        <w:rPr>
          <w:rFonts w:ascii="Corbel" w:hAnsi="Corbel"/>
          <w:i/>
          <w:smallCaps/>
          <w:sz w:val="24"/>
          <w:szCs w:val="24"/>
        </w:rPr>
        <w:t>6</w:t>
      </w:r>
      <w:r w:rsidR="00236BD7">
        <w:rPr>
          <w:rFonts w:ascii="Corbel" w:hAnsi="Corbel"/>
          <w:i/>
          <w:smallCaps/>
          <w:sz w:val="24"/>
          <w:szCs w:val="24"/>
        </w:rPr>
        <w:t>/202</w:t>
      </w:r>
      <w:r w:rsidR="00A50076">
        <w:rPr>
          <w:rFonts w:ascii="Corbel" w:hAnsi="Corbel"/>
          <w:i/>
          <w:smallCaps/>
          <w:sz w:val="24"/>
          <w:szCs w:val="24"/>
        </w:rPr>
        <w:t>7</w:t>
      </w:r>
    </w:p>
    <w:p w14:paraId="165529A1" w14:textId="77777777" w:rsidR="0085747A" w:rsidRPr="00B248F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248FB">
        <w:rPr>
          <w:rFonts w:ascii="Corbel" w:hAnsi="Corbel"/>
          <w:i/>
          <w:sz w:val="24"/>
          <w:szCs w:val="24"/>
        </w:rPr>
        <w:t xml:space="preserve">       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="0085747A" w:rsidRPr="00B248FB">
        <w:rPr>
          <w:rFonts w:ascii="Corbel" w:hAnsi="Corbel"/>
          <w:i/>
          <w:sz w:val="24"/>
          <w:szCs w:val="24"/>
        </w:rPr>
        <w:t>(skrajne daty</w:t>
      </w:r>
      <w:r w:rsidR="0085747A" w:rsidRPr="00B248FB">
        <w:rPr>
          <w:rFonts w:ascii="Corbel" w:hAnsi="Corbel"/>
          <w:sz w:val="24"/>
          <w:szCs w:val="24"/>
        </w:rPr>
        <w:t>)</w:t>
      </w:r>
    </w:p>
    <w:p w14:paraId="5C2AC480" w14:textId="3D8AF176" w:rsidR="00445970" w:rsidRPr="00B248F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  <w:t xml:space="preserve">Rok akademicki   </w:t>
      </w:r>
      <w:r w:rsidR="00983492" w:rsidRPr="00B248FB">
        <w:rPr>
          <w:rFonts w:ascii="Corbel" w:hAnsi="Corbel"/>
          <w:sz w:val="24"/>
          <w:szCs w:val="24"/>
        </w:rPr>
        <w:t>202</w:t>
      </w:r>
      <w:r w:rsidR="00A50076">
        <w:rPr>
          <w:rFonts w:ascii="Corbel" w:hAnsi="Corbel"/>
          <w:sz w:val="24"/>
          <w:szCs w:val="24"/>
        </w:rPr>
        <w:t>6</w:t>
      </w:r>
      <w:r w:rsidR="00983492" w:rsidRPr="00B248FB">
        <w:rPr>
          <w:rFonts w:ascii="Corbel" w:hAnsi="Corbel"/>
          <w:sz w:val="24"/>
          <w:szCs w:val="24"/>
        </w:rPr>
        <w:t>/202</w:t>
      </w:r>
      <w:r w:rsidR="00A50076">
        <w:rPr>
          <w:rFonts w:ascii="Corbel" w:hAnsi="Corbel"/>
          <w:sz w:val="24"/>
          <w:szCs w:val="24"/>
        </w:rPr>
        <w:t>7</w:t>
      </w:r>
    </w:p>
    <w:p w14:paraId="6FC1597C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48FB">
        <w:rPr>
          <w:rFonts w:ascii="Corbel" w:hAnsi="Corbel"/>
          <w:szCs w:val="24"/>
        </w:rPr>
        <w:t xml:space="preserve">1. </w:t>
      </w:r>
      <w:r w:rsidR="0085747A" w:rsidRPr="00B248FB">
        <w:rPr>
          <w:rFonts w:ascii="Corbel" w:hAnsi="Corbel"/>
          <w:szCs w:val="24"/>
        </w:rPr>
        <w:t xml:space="preserve">Podstawowe </w:t>
      </w:r>
      <w:r w:rsidR="00445970" w:rsidRPr="00B248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48F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FCDB4A" w:rsidR="0085747A" w:rsidRPr="00B248FB" w:rsidRDefault="00983492" w:rsidP="009834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 konstytucyjne i praw człowieka – panel pism procesowych</w:t>
            </w:r>
          </w:p>
        </w:tc>
      </w:tr>
      <w:tr w:rsidR="0085747A" w:rsidRPr="00B248F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248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248F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248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248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9D16F7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B7552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B248F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186C98FC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248F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B286CF9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248F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248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9A8F8FB" w:rsidR="0085747A" w:rsidRPr="00B248FB" w:rsidRDefault="00DD5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248F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8C6EF54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248F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F794FC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248F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248FB">
              <w:rPr>
                <w:rFonts w:ascii="Corbel" w:hAnsi="Corbel"/>
                <w:sz w:val="24"/>
                <w:szCs w:val="24"/>
              </w:rPr>
              <w:t>/y</w:t>
            </w:r>
            <w:r w:rsidRPr="00B248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B7596E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, semestr X</w:t>
            </w:r>
          </w:p>
        </w:tc>
      </w:tr>
      <w:tr w:rsidR="0085747A" w:rsidRPr="00B248F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88644B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248F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248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5CDC420" w:rsidR="00923D7D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248F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E339FC6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248F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FE36DD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Grzegorz Pastuszko,</w:t>
            </w:r>
            <w:r w:rsid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prof.UR, dr Justyna Ciechanowska, dr Katarzyna Szwed, dr Anna Hadała-Skóra, mgr Tomasz Ciechanowski</w:t>
            </w:r>
          </w:p>
        </w:tc>
      </w:tr>
    </w:tbl>
    <w:p w14:paraId="0AB0B6F8" w14:textId="77777777" w:rsidR="0085747A" w:rsidRPr="00B248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* </w:t>
      </w:r>
      <w:r w:rsidRPr="00B248FB">
        <w:rPr>
          <w:rFonts w:ascii="Corbel" w:hAnsi="Corbel"/>
          <w:i/>
          <w:sz w:val="24"/>
          <w:szCs w:val="24"/>
        </w:rPr>
        <w:t>-</w:t>
      </w:r>
      <w:r w:rsidR="00B90885" w:rsidRPr="00B248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48FB">
        <w:rPr>
          <w:rFonts w:ascii="Corbel" w:hAnsi="Corbel"/>
          <w:b w:val="0"/>
          <w:sz w:val="24"/>
          <w:szCs w:val="24"/>
        </w:rPr>
        <w:t>e,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Pr="00B248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48FB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248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1.</w:t>
      </w:r>
      <w:r w:rsidR="00E22FBC" w:rsidRPr="00B248FB">
        <w:rPr>
          <w:rFonts w:ascii="Corbel" w:hAnsi="Corbel"/>
          <w:sz w:val="24"/>
          <w:szCs w:val="24"/>
        </w:rPr>
        <w:t>1</w:t>
      </w:r>
      <w:r w:rsidRPr="00B248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248F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248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(</w:t>
            </w:r>
            <w:r w:rsidR="00363F78" w:rsidRPr="00B248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48FB">
              <w:rPr>
                <w:rFonts w:ascii="Corbel" w:hAnsi="Corbel"/>
                <w:b/>
                <w:szCs w:val="24"/>
              </w:rPr>
              <w:t>Liczba pkt</w:t>
            </w:r>
            <w:r w:rsidR="00B90885" w:rsidRPr="00B248FB">
              <w:rPr>
                <w:rFonts w:ascii="Corbel" w:hAnsi="Corbel"/>
                <w:b/>
                <w:szCs w:val="24"/>
              </w:rPr>
              <w:t>.</w:t>
            </w:r>
            <w:r w:rsidRPr="00B248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248F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C8BBC57" w:rsidR="00015B8F" w:rsidRPr="00B248FB" w:rsidRDefault="00B248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94FFDE3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CCBBF35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248F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248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248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248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1.</w:t>
      </w:r>
      <w:r w:rsidR="00E22FBC" w:rsidRPr="00B248FB">
        <w:rPr>
          <w:rFonts w:ascii="Corbel" w:hAnsi="Corbel"/>
          <w:smallCaps w:val="0"/>
          <w:szCs w:val="24"/>
        </w:rPr>
        <w:t>2</w:t>
      </w:r>
      <w:r w:rsidR="00F83B28" w:rsidRPr="00B248FB">
        <w:rPr>
          <w:rFonts w:ascii="Corbel" w:hAnsi="Corbel"/>
          <w:smallCaps w:val="0"/>
          <w:szCs w:val="24"/>
        </w:rPr>
        <w:t>.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248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B248F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C805D2" w14:textId="77777777" w:rsidR="0085747A" w:rsidRPr="00D272C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D272C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D09D21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1.3 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>For</w:t>
      </w:r>
      <w:r w:rsidR="00445970" w:rsidRPr="00B248FB">
        <w:rPr>
          <w:rFonts w:ascii="Corbel" w:hAnsi="Corbel"/>
          <w:smallCaps w:val="0"/>
          <w:szCs w:val="24"/>
        </w:rPr>
        <w:t xml:space="preserve">ma zaliczenia przedmiotu </w:t>
      </w:r>
      <w:r w:rsidRPr="00B248FB">
        <w:rPr>
          <w:rFonts w:ascii="Corbel" w:hAnsi="Corbel"/>
          <w:smallCaps w:val="0"/>
          <w:szCs w:val="24"/>
        </w:rPr>
        <w:t xml:space="preserve"> (z toku) </w:t>
      </w:r>
      <w:r w:rsidRPr="00B248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CCDE19" w14:textId="53240A3B" w:rsidR="006044FA" w:rsidRPr="006044FA" w:rsidRDefault="006044F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044F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041826E" w14:textId="77777777" w:rsidR="009C54AE" w:rsidRPr="00B248F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248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170821A1" w14:textId="77777777" w:rsidTr="00745302">
        <w:tc>
          <w:tcPr>
            <w:tcW w:w="9670" w:type="dxa"/>
          </w:tcPr>
          <w:p w14:paraId="1E64CA7C" w14:textId="77777777" w:rsidR="0085747A" w:rsidRPr="00B248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252D9CC9" w:rsidR="0085747A" w:rsidRPr="00B248FB" w:rsidRDefault="002C76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</w:t>
            </w:r>
            <w:r w:rsidR="00B70B1C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2DFEE067" w14:textId="77777777" w:rsidR="00153C41" w:rsidRPr="00B248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>3.</w:t>
      </w:r>
      <w:r w:rsidR="0085747A" w:rsidRPr="00B248FB">
        <w:rPr>
          <w:rFonts w:ascii="Corbel" w:hAnsi="Corbel"/>
          <w:szCs w:val="24"/>
        </w:rPr>
        <w:t xml:space="preserve"> </w:t>
      </w:r>
      <w:r w:rsidR="00A84C85" w:rsidRPr="00B248FB">
        <w:rPr>
          <w:rFonts w:ascii="Corbel" w:hAnsi="Corbel"/>
          <w:szCs w:val="24"/>
        </w:rPr>
        <w:t>cele, efekty uczenia się</w:t>
      </w:r>
      <w:r w:rsidR="0085747A" w:rsidRPr="00B248FB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248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3.1 </w:t>
      </w:r>
      <w:r w:rsidR="00C05F44" w:rsidRPr="00B248FB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248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248FB" w14:paraId="3370B0D4" w14:textId="77777777" w:rsidTr="003B1CFD">
        <w:tc>
          <w:tcPr>
            <w:tcW w:w="843" w:type="dxa"/>
            <w:vAlign w:val="center"/>
          </w:tcPr>
          <w:p w14:paraId="14E4A467" w14:textId="77777777" w:rsidR="0085747A" w:rsidRPr="00B248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43DFDD05" w:rsidR="0085747A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</w:t>
            </w:r>
            <w:r w:rsidR="00DD5D83" w:rsidRPr="00B248F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orzecznictw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oraz praktyk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ustrojow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wykształcenie u studenta umiejętności analizy aktów prawnych oraz nabycie wiedzy praktycznej (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analiza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orzecznictw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a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Trybunału Konstytucyjnego) z zakresu prawa konstytucyjnego i ochrony praw i wolności człowieka i obywatela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07A84" w:rsidRPr="00B248FB" w14:paraId="7B9D4FF4" w14:textId="77777777" w:rsidTr="003B1CFD">
        <w:tc>
          <w:tcPr>
            <w:tcW w:w="843" w:type="dxa"/>
            <w:vAlign w:val="center"/>
          </w:tcPr>
          <w:p w14:paraId="00B2DADB" w14:textId="77777777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882C3C5" w14:textId="2DB64978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</w:p>
        </w:tc>
      </w:tr>
    </w:tbl>
    <w:p w14:paraId="661AA193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248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3.2 </w:t>
      </w:r>
      <w:r w:rsidR="001D7B54" w:rsidRPr="00B248FB">
        <w:rPr>
          <w:rFonts w:ascii="Corbel" w:hAnsi="Corbel"/>
          <w:b/>
          <w:sz w:val="24"/>
          <w:szCs w:val="24"/>
        </w:rPr>
        <w:t xml:space="preserve">Efekty </w:t>
      </w:r>
      <w:r w:rsidR="00C05F44" w:rsidRPr="00B248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48FB">
        <w:rPr>
          <w:rFonts w:ascii="Corbel" w:hAnsi="Corbel"/>
          <w:b/>
          <w:sz w:val="24"/>
          <w:szCs w:val="24"/>
        </w:rPr>
        <w:t>dla przedmiotu</w:t>
      </w:r>
      <w:r w:rsidR="00445970" w:rsidRPr="00B248FB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248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248FB" w14:paraId="13985E3C" w14:textId="77777777" w:rsidTr="00767097">
        <w:tc>
          <w:tcPr>
            <w:tcW w:w="1680" w:type="dxa"/>
            <w:vAlign w:val="center"/>
          </w:tcPr>
          <w:p w14:paraId="674A14F1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48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248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248FB" w14:paraId="7AB2AB52" w14:textId="77777777" w:rsidTr="00767097">
        <w:tc>
          <w:tcPr>
            <w:tcW w:w="1680" w:type="dxa"/>
          </w:tcPr>
          <w:p w14:paraId="5763DB7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6947F765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Umiejętność wykorzystywania regulacji prawnych, orzecznictwa oraz tez doktryny w obrębie problematyki prawa konstytucyjnego 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44289759" w14:textId="44F77006" w:rsidR="00E717CE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  <w:r w:rsidR="00E717CE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, K_W05, K_W06, K_U08 </w:t>
            </w:r>
          </w:p>
          <w:p w14:paraId="545424B1" w14:textId="64431C67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B35CC" w14:textId="3B10751D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30195A" w14:textId="520B9C04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C86AB6" w14:textId="42E9068A" w:rsidR="0085747A" w:rsidRPr="00B248FB" w:rsidRDefault="0085747A" w:rsidP="00EA73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0743ADBC" w14:textId="77777777" w:rsidTr="00767097">
        <w:tc>
          <w:tcPr>
            <w:tcW w:w="1680" w:type="dxa"/>
          </w:tcPr>
          <w:p w14:paraId="33635583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06662477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Znajomość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regulacji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prawnych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normujących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problematykę praw człowieka w Polsce, ujętych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w Konstytucji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 1997 r. , ustaw zwykłych oraz w podstawowym zakresie w Europejskiej Konwencji Praw Człowieka i Karty Praw Podstawowych UE.</w:t>
            </w:r>
          </w:p>
        </w:tc>
        <w:tc>
          <w:tcPr>
            <w:tcW w:w="1865" w:type="dxa"/>
          </w:tcPr>
          <w:p w14:paraId="3ECE10E7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5F66D69A" w14:textId="6D495A7B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2AA74C64" w14:textId="77777777" w:rsidTr="00767097">
        <w:tc>
          <w:tcPr>
            <w:tcW w:w="1680" w:type="dxa"/>
          </w:tcPr>
          <w:p w14:paraId="4A6CCC54" w14:textId="7CB06A6A" w:rsidR="0085747A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AE793D9" w14:textId="5C42DE41" w:rsidR="0085747A" w:rsidRPr="00B248FB" w:rsidRDefault="001A6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i praw człowieka</w:t>
            </w:r>
          </w:p>
        </w:tc>
        <w:tc>
          <w:tcPr>
            <w:tcW w:w="1865" w:type="dxa"/>
          </w:tcPr>
          <w:p w14:paraId="026B5121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311FC3CD" w14:textId="497712F6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550A0316" w14:textId="77777777" w:rsidTr="00767097">
        <w:tc>
          <w:tcPr>
            <w:tcW w:w="1680" w:type="dxa"/>
          </w:tcPr>
          <w:p w14:paraId="62DB9A43" w14:textId="7767DDC3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DB9DA3A" w14:textId="3E60775C" w:rsidR="00EA73F2" w:rsidRPr="00B248FB" w:rsidRDefault="00833D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Analiza 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>tekst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aktów normatywnych, pogląd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doktryny oraz tez orzecznicz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Trybunału Konstytucyjnego</w:t>
            </w:r>
          </w:p>
        </w:tc>
        <w:tc>
          <w:tcPr>
            <w:tcW w:w="1865" w:type="dxa"/>
          </w:tcPr>
          <w:p w14:paraId="2EA58031" w14:textId="77777777" w:rsidR="00B942FF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K_W02 , K_W05 , K_W06, K_U08</w:t>
            </w:r>
          </w:p>
          <w:p w14:paraId="3F8ED99F" w14:textId="0C5EF42B" w:rsidR="00B942FF" w:rsidRPr="00B248FB" w:rsidRDefault="00B942FF" w:rsidP="00B942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K_U12, K_U13 </w:t>
            </w:r>
          </w:p>
          <w:p w14:paraId="6A13FEFB" w14:textId="1051D6AE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F5AD65" w14:textId="6DC29A8F" w:rsidR="00EA73F2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3637A993" w14:textId="77777777" w:rsidTr="00767097">
        <w:tc>
          <w:tcPr>
            <w:tcW w:w="1680" w:type="dxa"/>
          </w:tcPr>
          <w:p w14:paraId="7896EB05" w14:textId="0F1AD720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0C3162D" w14:textId="05284E71" w:rsidR="00EA73F2" w:rsidRPr="00B248FB" w:rsidRDefault="00B34B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Rozwiąz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ywanie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kazus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oraz praw człowieka, nabycie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umiejętności praktycznych  w zakresie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konstruowania skargi konstytucyjnej </w:t>
            </w:r>
            <w:r w:rsidR="006B3410">
              <w:rPr>
                <w:rFonts w:ascii="Corbel" w:hAnsi="Corbel"/>
                <w:b w:val="0"/>
                <w:smallCaps w:val="0"/>
                <w:szCs w:val="24"/>
              </w:rPr>
              <w:t>oraz sporządzania wniosków do Rzecznika Praw Obywatelskich i Rzecznika Praw Dziecka</w:t>
            </w:r>
          </w:p>
        </w:tc>
        <w:tc>
          <w:tcPr>
            <w:tcW w:w="1865" w:type="dxa"/>
          </w:tcPr>
          <w:p w14:paraId="6DD206C6" w14:textId="68F5E1D2" w:rsidR="00767097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_U09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1C43426B" w14:textId="13381121" w:rsidR="00767097" w:rsidRPr="00B248FB" w:rsidRDefault="00767097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_K02, K_K04</w:t>
            </w:r>
          </w:p>
          <w:p w14:paraId="55C09824" w14:textId="2D5ACB13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A3D2" w14:textId="2AB9F683" w:rsidR="00EA73F2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248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>3.3</w:t>
      </w:r>
      <w:r w:rsidR="001D7B54" w:rsidRPr="00B248FB">
        <w:rPr>
          <w:rFonts w:ascii="Corbel" w:hAnsi="Corbel"/>
          <w:b/>
          <w:sz w:val="24"/>
          <w:szCs w:val="24"/>
        </w:rPr>
        <w:t xml:space="preserve"> </w:t>
      </w:r>
      <w:r w:rsidR="0085747A" w:rsidRPr="00B248FB">
        <w:rPr>
          <w:rFonts w:ascii="Corbel" w:hAnsi="Corbel"/>
          <w:b/>
          <w:sz w:val="24"/>
          <w:szCs w:val="24"/>
        </w:rPr>
        <w:t>T</w:t>
      </w:r>
      <w:r w:rsidR="001D7B54" w:rsidRPr="00B248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248FB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248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404FE5A4" w14:textId="77777777" w:rsidTr="00923D7D">
        <w:tc>
          <w:tcPr>
            <w:tcW w:w="9639" w:type="dxa"/>
          </w:tcPr>
          <w:p w14:paraId="7424BC12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248FB" w14:paraId="5B5344AE" w14:textId="77777777" w:rsidTr="00923D7D">
        <w:tc>
          <w:tcPr>
            <w:tcW w:w="9639" w:type="dxa"/>
          </w:tcPr>
          <w:p w14:paraId="54299C05" w14:textId="328D248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B67E534" w14:textId="77777777" w:rsidTr="00923D7D">
        <w:tc>
          <w:tcPr>
            <w:tcW w:w="9639" w:type="dxa"/>
          </w:tcPr>
          <w:p w14:paraId="247EB163" w14:textId="6BBF1E64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32BD50F" w14:textId="77777777" w:rsidTr="00923D7D">
        <w:tc>
          <w:tcPr>
            <w:tcW w:w="9639" w:type="dxa"/>
          </w:tcPr>
          <w:p w14:paraId="4BD0C53F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Problematyka ćwiczeń, konwersator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Pr="00B248FB">
        <w:rPr>
          <w:rFonts w:ascii="Corbel" w:hAnsi="Corbel"/>
          <w:sz w:val="24"/>
          <w:szCs w:val="24"/>
        </w:rPr>
        <w:t>, laborator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="009F4610" w:rsidRPr="00B248FB">
        <w:rPr>
          <w:rFonts w:ascii="Corbel" w:hAnsi="Corbel"/>
          <w:sz w:val="24"/>
          <w:szCs w:val="24"/>
        </w:rPr>
        <w:t xml:space="preserve">, </w:t>
      </w:r>
      <w:r w:rsidRPr="00B248FB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248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0931B5AE" w14:textId="77777777" w:rsidTr="00213FCA">
        <w:tc>
          <w:tcPr>
            <w:tcW w:w="9520" w:type="dxa"/>
          </w:tcPr>
          <w:p w14:paraId="72DFA7B5" w14:textId="77777777" w:rsidR="0085747A" w:rsidRPr="00B248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3FCA" w:rsidRPr="00B248FB" w14:paraId="30742F29" w14:textId="77777777" w:rsidTr="00213FCA">
        <w:tc>
          <w:tcPr>
            <w:tcW w:w="9520" w:type="dxa"/>
          </w:tcPr>
          <w:p w14:paraId="53138F7A" w14:textId="492FE84A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Konstytucyjne oraz ustawowe regulacje prawne w zakresie skargi konstytucyjnej </w:t>
            </w:r>
          </w:p>
        </w:tc>
      </w:tr>
      <w:tr w:rsidR="00213FCA" w:rsidRPr="00B248FB" w14:paraId="24A0F721" w14:textId="77777777" w:rsidTr="00213FCA">
        <w:tc>
          <w:tcPr>
            <w:tcW w:w="9520" w:type="dxa"/>
          </w:tcPr>
          <w:p w14:paraId="74420AB0" w14:textId="16083F6F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Zakres podmiotowy prawa do skargi konstytucyjnej</w:t>
            </w:r>
          </w:p>
        </w:tc>
      </w:tr>
      <w:tr w:rsidR="00213FCA" w:rsidRPr="00B248FB" w14:paraId="71410136" w14:textId="77777777" w:rsidTr="00213FCA">
        <w:tc>
          <w:tcPr>
            <w:tcW w:w="9520" w:type="dxa"/>
          </w:tcPr>
          <w:p w14:paraId="4E3563C3" w14:textId="6C68E1FD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Zakres przedmiotowy prawa do skargi </w:t>
            </w:r>
            <w:r w:rsidR="0021640A" w:rsidRPr="00B248FB">
              <w:rPr>
                <w:rFonts w:ascii="Corbel" w:hAnsi="Corbel"/>
                <w:sz w:val="24"/>
                <w:szCs w:val="24"/>
              </w:rPr>
              <w:t>konstytucyjnej</w:t>
            </w:r>
          </w:p>
        </w:tc>
      </w:tr>
      <w:tr w:rsidR="00213FCA" w:rsidRPr="00B248FB" w14:paraId="2B38E70C" w14:textId="77777777" w:rsidTr="00213FCA">
        <w:tc>
          <w:tcPr>
            <w:tcW w:w="9520" w:type="dxa"/>
          </w:tcPr>
          <w:p w14:paraId="6F65B0B4" w14:textId="43BBC260" w:rsidR="00213FC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Przesłanki dopuszczalności skargi konstytucyjnej </w:t>
            </w:r>
          </w:p>
        </w:tc>
      </w:tr>
      <w:tr w:rsidR="0021640A" w:rsidRPr="00B248FB" w14:paraId="780D6F05" w14:textId="77777777" w:rsidTr="00213FCA">
        <w:tc>
          <w:tcPr>
            <w:tcW w:w="9520" w:type="dxa"/>
          </w:tcPr>
          <w:p w14:paraId="090AA29F" w14:textId="2C56FBCE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Elementy skargi konstytucyjnej </w:t>
            </w:r>
          </w:p>
        </w:tc>
      </w:tr>
      <w:tr w:rsidR="0021640A" w:rsidRPr="00B248FB" w14:paraId="49C89D9F" w14:textId="77777777" w:rsidTr="00213FCA">
        <w:tc>
          <w:tcPr>
            <w:tcW w:w="9520" w:type="dxa"/>
          </w:tcPr>
          <w:p w14:paraId="42015FE5" w14:textId="3D82C811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Analiza wybranego orzecznictwa Trybunału Konstytucyjnego</w:t>
            </w:r>
          </w:p>
        </w:tc>
      </w:tr>
      <w:tr w:rsidR="002C760E" w:rsidRPr="00B248FB" w14:paraId="0FAA513E" w14:textId="77777777" w:rsidTr="00213FCA">
        <w:tc>
          <w:tcPr>
            <w:tcW w:w="9520" w:type="dxa"/>
          </w:tcPr>
          <w:p w14:paraId="188A60A5" w14:textId="552AF7D2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Obywatelskich</w:t>
            </w:r>
          </w:p>
        </w:tc>
      </w:tr>
      <w:tr w:rsidR="002C760E" w:rsidRPr="00B248FB" w14:paraId="2F8F6D50" w14:textId="77777777" w:rsidTr="00213FCA">
        <w:tc>
          <w:tcPr>
            <w:tcW w:w="9520" w:type="dxa"/>
          </w:tcPr>
          <w:p w14:paraId="13FB6CF3" w14:textId="3D6FFAE0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kompetencji Rzecznika Praw Obywatelskich</w:t>
            </w:r>
          </w:p>
        </w:tc>
      </w:tr>
      <w:tr w:rsidR="002C760E" w:rsidRPr="00B248FB" w14:paraId="24F9894B" w14:textId="77777777" w:rsidTr="00213FCA">
        <w:tc>
          <w:tcPr>
            <w:tcW w:w="9520" w:type="dxa"/>
          </w:tcPr>
          <w:p w14:paraId="2C6E77E0" w14:textId="618A3FDE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Obywatelskich</w:t>
            </w:r>
          </w:p>
        </w:tc>
      </w:tr>
      <w:tr w:rsidR="00D32DF5" w:rsidRPr="00B248FB" w14:paraId="11AD5A85" w14:textId="77777777" w:rsidTr="00213FCA">
        <w:tc>
          <w:tcPr>
            <w:tcW w:w="9520" w:type="dxa"/>
          </w:tcPr>
          <w:p w14:paraId="7EF4D571" w14:textId="4C1ACC3A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Dziecka</w:t>
            </w:r>
          </w:p>
        </w:tc>
      </w:tr>
      <w:tr w:rsidR="00D32DF5" w:rsidRPr="00B248FB" w14:paraId="545637EE" w14:textId="77777777" w:rsidTr="00213FCA">
        <w:tc>
          <w:tcPr>
            <w:tcW w:w="9520" w:type="dxa"/>
          </w:tcPr>
          <w:p w14:paraId="42766D91" w14:textId="12043B14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DF5">
              <w:rPr>
                <w:rFonts w:ascii="Corbel" w:hAnsi="Corbel"/>
                <w:sz w:val="24"/>
                <w:szCs w:val="24"/>
              </w:rPr>
              <w:t>Zakres kompeten</w:t>
            </w:r>
            <w:r>
              <w:rPr>
                <w:rFonts w:ascii="Corbel" w:hAnsi="Corbel"/>
                <w:sz w:val="24"/>
                <w:szCs w:val="24"/>
              </w:rPr>
              <w:t>cji Rzecznika Praw Dziecka</w:t>
            </w:r>
          </w:p>
        </w:tc>
      </w:tr>
      <w:tr w:rsidR="002C760E" w:rsidRPr="00B248FB" w14:paraId="7D6BFF42" w14:textId="77777777" w:rsidTr="00213FCA">
        <w:tc>
          <w:tcPr>
            <w:tcW w:w="9520" w:type="dxa"/>
          </w:tcPr>
          <w:p w14:paraId="1414CF93" w14:textId="18F345F9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Dziecka</w:t>
            </w:r>
          </w:p>
        </w:tc>
      </w:tr>
    </w:tbl>
    <w:p w14:paraId="65D8587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248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3.4 Metody dydaktyczne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N</w:t>
      </w:r>
      <w:r w:rsidR="0085747A" w:rsidRPr="00B248FB">
        <w:rPr>
          <w:rFonts w:ascii="Corbel" w:hAnsi="Corbel"/>
          <w:b w:val="0"/>
          <w:smallCaps w:val="0"/>
          <w:szCs w:val="24"/>
        </w:rPr>
        <w:t>p</w:t>
      </w:r>
      <w:r w:rsidR="0085747A" w:rsidRPr="00B248FB">
        <w:rPr>
          <w:rFonts w:ascii="Corbel" w:hAnsi="Corbel"/>
          <w:szCs w:val="24"/>
        </w:rPr>
        <w:t>.:</w:t>
      </w:r>
      <w:r w:rsidR="00923D7D" w:rsidRPr="00B248FB">
        <w:rPr>
          <w:rFonts w:ascii="Corbel" w:hAnsi="Corbel"/>
          <w:szCs w:val="24"/>
        </w:rPr>
        <w:t xml:space="preserve"> </w:t>
      </w:r>
    </w:p>
    <w:p w14:paraId="4A1A7ADE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zCs w:val="24"/>
        </w:rPr>
        <w:t xml:space="preserve"> </w:t>
      </w:r>
      <w:r w:rsidRPr="00B248F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ykład</w:t>
      </w:r>
      <w:r w:rsidRPr="00B248F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4E86026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248F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1BD9947" w14:textId="63916321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B94D7BB" w14:textId="78250C9A" w:rsid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06170D3" w14:textId="1B662091" w:rsidR="00233624" w:rsidRP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Analiza tekstów z dyskusją, praca w grupach, przygotowanie projektu </w:t>
      </w:r>
    </w:p>
    <w:p w14:paraId="20CE5942" w14:textId="77777777" w:rsidR="00C07066" w:rsidRPr="00B248FB" w:rsidRDefault="00C0706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1ADFBD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248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 </w:t>
      </w:r>
      <w:r w:rsidR="0085747A" w:rsidRPr="00B248FB">
        <w:rPr>
          <w:rFonts w:ascii="Corbel" w:hAnsi="Corbel"/>
          <w:smallCaps w:val="0"/>
          <w:szCs w:val="24"/>
        </w:rPr>
        <w:t>METODY I KRYTERIA OCENY</w:t>
      </w:r>
      <w:r w:rsidR="009F4610" w:rsidRPr="00B248FB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248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248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48FB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248FB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248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248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248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248FB" w14:paraId="3A51B283" w14:textId="77777777" w:rsidTr="00C05F44">
        <w:tc>
          <w:tcPr>
            <w:tcW w:w="1985" w:type="dxa"/>
          </w:tcPr>
          <w:p w14:paraId="6267168D" w14:textId="58615D91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8FB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7D90EF1" w14:textId="2F49217D" w:rsidR="0085747A" w:rsidRPr="00307FBA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1F06B9" w14:textId="2E98C1D4" w:rsidR="0085747A" w:rsidRPr="00B248FB" w:rsidRDefault="002539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248FB" w14:paraId="635E67C7" w14:textId="77777777" w:rsidTr="00C05F44">
        <w:tc>
          <w:tcPr>
            <w:tcW w:w="1985" w:type="dxa"/>
          </w:tcPr>
          <w:p w14:paraId="6B3A141E" w14:textId="71800C3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8FB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E22BC82" w14:textId="5DBB266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5A69994" w14:textId="363EF246" w:rsidR="0085747A" w:rsidRPr="00B248FB" w:rsidRDefault="007F29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248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248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4.2 </w:t>
      </w:r>
      <w:r w:rsidR="0085747A" w:rsidRPr="00B248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248FB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79EB57FB" w14:textId="77777777" w:rsidTr="00923D7D">
        <w:tc>
          <w:tcPr>
            <w:tcW w:w="9670" w:type="dxa"/>
          </w:tcPr>
          <w:p w14:paraId="228BD516" w14:textId="59577769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pisemne</w:t>
            </w:r>
          </w:p>
          <w:p w14:paraId="35B3114F" w14:textId="5DCCE828" w:rsidR="00B70441" w:rsidRDefault="00B70441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93D76">
              <w:rPr>
                <w:rFonts w:ascii="Corbel" w:hAnsi="Corbel"/>
                <w:szCs w:val="24"/>
              </w:rPr>
              <w:t xml:space="preserve">Kryteria oceny: </w:t>
            </w:r>
            <w:r w:rsidR="001C2B2C">
              <w:rPr>
                <w:rFonts w:ascii="Corbel" w:hAnsi="Corbel"/>
                <w:szCs w:val="24"/>
              </w:rPr>
              <w:t xml:space="preserve">kompletność i poprawność odpowiedzi </w:t>
            </w:r>
            <w:r w:rsidR="00535425">
              <w:rPr>
                <w:rFonts w:ascii="Corbel" w:hAnsi="Corbel"/>
                <w:szCs w:val="24"/>
              </w:rPr>
              <w:t xml:space="preserve"> </w:t>
            </w:r>
          </w:p>
          <w:p w14:paraId="25A87184" w14:textId="77777777" w:rsidR="001C2B2C" w:rsidRPr="00C82F51" w:rsidRDefault="001C2B2C" w:rsidP="001C2B2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379336C2" w14:textId="77777777" w:rsidR="001C2B2C" w:rsidRDefault="001C2B2C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E8921F6" w14:textId="77777777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5315A19" w14:textId="77777777" w:rsidR="009557E7" w:rsidRPr="00D93D76" w:rsidRDefault="009557E7" w:rsidP="00B70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836B1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248FB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248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5. </w:t>
      </w:r>
      <w:r w:rsidR="00C61DC5" w:rsidRPr="00B248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248F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248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48FB" w14:paraId="02C37FE3" w14:textId="77777777" w:rsidTr="00923D7D">
        <w:tc>
          <w:tcPr>
            <w:tcW w:w="4962" w:type="dxa"/>
          </w:tcPr>
          <w:p w14:paraId="6754C5C7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248F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248F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75B3AD2F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248FB" w14:paraId="2A4AABEF" w14:textId="77777777" w:rsidTr="00923D7D">
        <w:tc>
          <w:tcPr>
            <w:tcW w:w="4962" w:type="dxa"/>
          </w:tcPr>
          <w:p w14:paraId="210DDE64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74FCC20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248FB" w14:paraId="3796D0EB" w14:textId="77777777" w:rsidTr="00923D7D">
        <w:tc>
          <w:tcPr>
            <w:tcW w:w="4962" w:type="dxa"/>
          </w:tcPr>
          <w:p w14:paraId="0DB2B3DD" w14:textId="77777777" w:rsidR="0071620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7670A65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248FB" w14:paraId="1ADE6CE7" w14:textId="77777777" w:rsidTr="00923D7D">
        <w:tc>
          <w:tcPr>
            <w:tcW w:w="4962" w:type="dxa"/>
          </w:tcPr>
          <w:p w14:paraId="2FD9881C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4796A8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248FB" w14:paraId="071C4E58" w14:textId="77777777" w:rsidTr="00923D7D">
        <w:tc>
          <w:tcPr>
            <w:tcW w:w="4962" w:type="dxa"/>
          </w:tcPr>
          <w:p w14:paraId="62049DBA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D6405" w14:textId="77777777" w:rsidR="0085747A" w:rsidRDefault="00E871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623D12B" w14:textId="555E4EAF" w:rsidR="001370BA" w:rsidRPr="00B248FB" w:rsidRDefault="0013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F632C6" w14:textId="77777777" w:rsidR="0085747A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48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248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6. </w:t>
      </w:r>
      <w:r w:rsidR="0085747A" w:rsidRPr="00B248FB">
        <w:rPr>
          <w:rFonts w:ascii="Corbel" w:hAnsi="Corbel"/>
          <w:smallCaps w:val="0"/>
          <w:szCs w:val="24"/>
        </w:rPr>
        <w:t>PRAKTYKI ZAWO</w:t>
      </w:r>
      <w:r w:rsidR="009D3F3B" w:rsidRPr="00B248F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48F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71B2CB5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248F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8ED047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248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248FB">
        <w:rPr>
          <w:rFonts w:ascii="Corbel" w:hAnsi="Corbel"/>
          <w:smallCaps w:val="0"/>
          <w:szCs w:val="24"/>
        </w:rPr>
        <w:t>LITERATURA</w:t>
      </w:r>
      <w:r w:rsidRPr="00B248F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248FB" w14:paraId="3C773E1F" w14:textId="77777777" w:rsidTr="0071620A">
        <w:trPr>
          <w:trHeight w:val="397"/>
        </w:trPr>
        <w:tc>
          <w:tcPr>
            <w:tcW w:w="7513" w:type="dxa"/>
          </w:tcPr>
          <w:p w14:paraId="5B6BE0D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AAFDB0" w14:textId="77777777" w:rsidR="00776307" w:rsidRDefault="00776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Zubik, </w:t>
            </w:r>
            <w:r w:rsidRPr="007763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konstytucyjne współczesnej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B544F6A" w14:textId="561F41A3" w:rsidR="00D157B2" w:rsidRPr="00B248FB" w:rsidRDefault="00D15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Garlicki, Polskie prawo konstytucyjne. Zarys wykładu, Warszawa 2023.</w:t>
            </w:r>
          </w:p>
        </w:tc>
      </w:tr>
      <w:tr w:rsidR="0085747A" w:rsidRPr="00B248FB" w14:paraId="4A80EC96" w14:textId="77777777" w:rsidTr="0071620A">
        <w:trPr>
          <w:trHeight w:val="397"/>
        </w:trPr>
        <w:tc>
          <w:tcPr>
            <w:tcW w:w="7513" w:type="dxa"/>
          </w:tcPr>
          <w:p w14:paraId="0856A2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01A385" w14:textId="77777777" w:rsidR="00D02DE7" w:rsidRDefault="00D02DE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Organy państwowe w ustroju konstytucyjnym RP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H. Zięba-Załucka, Rzeszów 2016</w:t>
            </w:r>
          </w:p>
          <w:p w14:paraId="0A212FA3" w14:textId="77777777" w:rsidR="009B0AF2" w:rsidRDefault="009B0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B0A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straży państwa prawa. Trzydzieści lat orzecznictwa Trybunału Konstytucyjnego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M. Derlatka, M. Wiącek, Warszawa 2016</w:t>
            </w:r>
          </w:p>
          <w:p w14:paraId="48432EC6" w14:textId="6F2CDBF6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3028AC76" w14:textId="23F677FF" w:rsidR="00947EF6" w:rsidRDefault="00947EF6" w:rsidP="00947EF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26FF6DEC" w14:textId="77777777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596EFF9" w14:textId="34B614A8" w:rsidR="00947EF6" w:rsidRPr="00D02DE7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248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248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CD5EE" w14:textId="77777777" w:rsidR="00387B47" w:rsidRDefault="00387B47" w:rsidP="00C16ABF">
      <w:pPr>
        <w:spacing w:after="0" w:line="240" w:lineRule="auto"/>
      </w:pPr>
      <w:r>
        <w:separator/>
      </w:r>
    </w:p>
  </w:endnote>
  <w:endnote w:type="continuationSeparator" w:id="0">
    <w:p w14:paraId="6179898A" w14:textId="77777777" w:rsidR="00387B47" w:rsidRDefault="00387B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667F0" w14:textId="77777777" w:rsidR="00387B47" w:rsidRDefault="00387B47" w:rsidP="00C16ABF">
      <w:pPr>
        <w:spacing w:after="0" w:line="240" w:lineRule="auto"/>
      </w:pPr>
      <w:r>
        <w:separator/>
      </w:r>
    </w:p>
  </w:footnote>
  <w:footnote w:type="continuationSeparator" w:id="0">
    <w:p w14:paraId="318B594A" w14:textId="77777777" w:rsidR="00387B47" w:rsidRDefault="00387B47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19691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6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0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6C77"/>
    <w:rsid w:val="001A70D2"/>
    <w:rsid w:val="001C2B2C"/>
    <w:rsid w:val="001D657B"/>
    <w:rsid w:val="001D7B54"/>
    <w:rsid w:val="001E0209"/>
    <w:rsid w:val="001F2CA2"/>
    <w:rsid w:val="00213FCA"/>
    <w:rsid w:val="002144C0"/>
    <w:rsid w:val="0021640A"/>
    <w:rsid w:val="0022477D"/>
    <w:rsid w:val="002278A9"/>
    <w:rsid w:val="00233624"/>
    <w:rsid w:val="002336F9"/>
    <w:rsid w:val="00236BD7"/>
    <w:rsid w:val="0024028F"/>
    <w:rsid w:val="00244ABC"/>
    <w:rsid w:val="00253968"/>
    <w:rsid w:val="00257E5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0E"/>
    <w:rsid w:val="002D3375"/>
    <w:rsid w:val="002D73D4"/>
    <w:rsid w:val="002F02A3"/>
    <w:rsid w:val="002F0B02"/>
    <w:rsid w:val="002F4ABE"/>
    <w:rsid w:val="003018BA"/>
    <w:rsid w:val="0030395F"/>
    <w:rsid w:val="00305C92"/>
    <w:rsid w:val="00307A84"/>
    <w:rsid w:val="00307FBA"/>
    <w:rsid w:val="003151C5"/>
    <w:rsid w:val="003343CF"/>
    <w:rsid w:val="00346FE9"/>
    <w:rsid w:val="0034759A"/>
    <w:rsid w:val="003503F6"/>
    <w:rsid w:val="003530DD"/>
    <w:rsid w:val="00363F78"/>
    <w:rsid w:val="00387B47"/>
    <w:rsid w:val="003A0A5B"/>
    <w:rsid w:val="003A1176"/>
    <w:rsid w:val="003A7905"/>
    <w:rsid w:val="003B1CFD"/>
    <w:rsid w:val="003C0BAE"/>
    <w:rsid w:val="003D18A9"/>
    <w:rsid w:val="003D6CE2"/>
    <w:rsid w:val="003E1941"/>
    <w:rsid w:val="003E2FE6"/>
    <w:rsid w:val="003E49D5"/>
    <w:rsid w:val="003F205D"/>
    <w:rsid w:val="003F38C0"/>
    <w:rsid w:val="00414289"/>
    <w:rsid w:val="00414E3C"/>
    <w:rsid w:val="0042244A"/>
    <w:rsid w:val="0042733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CA"/>
    <w:rsid w:val="004A3EEA"/>
    <w:rsid w:val="004A4D1F"/>
    <w:rsid w:val="004B3F0E"/>
    <w:rsid w:val="004D31C0"/>
    <w:rsid w:val="004D5282"/>
    <w:rsid w:val="004F1551"/>
    <w:rsid w:val="004F55A3"/>
    <w:rsid w:val="00502BE6"/>
    <w:rsid w:val="0050496F"/>
    <w:rsid w:val="00511744"/>
    <w:rsid w:val="00513B6F"/>
    <w:rsid w:val="00517C63"/>
    <w:rsid w:val="00535425"/>
    <w:rsid w:val="005363C4"/>
    <w:rsid w:val="00536BDE"/>
    <w:rsid w:val="00543ACC"/>
    <w:rsid w:val="0056696D"/>
    <w:rsid w:val="00570360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44FA"/>
    <w:rsid w:val="0061029B"/>
    <w:rsid w:val="00617230"/>
    <w:rsid w:val="00621CE1"/>
    <w:rsid w:val="00627FC9"/>
    <w:rsid w:val="00632C0F"/>
    <w:rsid w:val="00647FA8"/>
    <w:rsid w:val="00650C5F"/>
    <w:rsid w:val="00654934"/>
    <w:rsid w:val="006620D9"/>
    <w:rsid w:val="00671958"/>
    <w:rsid w:val="00675843"/>
    <w:rsid w:val="00696477"/>
    <w:rsid w:val="006B3410"/>
    <w:rsid w:val="006D050F"/>
    <w:rsid w:val="006D6139"/>
    <w:rsid w:val="006D7D2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DB"/>
    <w:rsid w:val="00745302"/>
    <w:rsid w:val="007461D6"/>
    <w:rsid w:val="00746EC8"/>
    <w:rsid w:val="00763BF1"/>
    <w:rsid w:val="00766FD4"/>
    <w:rsid w:val="00767097"/>
    <w:rsid w:val="00776307"/>
    <w:rsid w:val="0078168C"/>
    <w:rsid w:val="00787C2A"/>
    <w:rsid w:val="00790E27"/>
    <w:rsid w:val="007A4022"/>
    <w:rsid w:val="007A6E6E"/>
    <w:rsid w:val="007C3299"/>
    <w:rsid w:val="007C3BCC"/>
    <w:rsid w:val="007C4546"/>
    <w:rsid w:val="007D4185"/>
    <w:rsid w:val="007D6E56"/>
    <w:rsid w:val="007F29EE"/>
    <w:rsid w:val="007F4155"/>
    <w:rsid w:val="0081554D"/>
    <w:rsid w:val="0081707E"/>
    <w:rsid w:val="00833D3A"/>
    <w:rsid w:val="008449B3"/>
    <w:rsid w:val="008552A2"/>
    <w:rsid w:val="0085747A"/>
    <w:rsid w:val="00884922"/>
    <w:rsid w:val="00885F64"/>
    <w:rsid w:val="008917F9"/>
    <w:rsid w:val="008A45F7"/>
    <w:rsid w:val="008B75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EF6"/>
    <w:rsid w:val="009508DF"/>
    <w:rsid w:val="00950DAC"/>
    <w:rsid w:val="00954A07"/>
    <w:rsid w:val="009557E7"/>
    <w:rsid w:val="00983492"/>
    <w:rsid w:val="00997F14"/>
    <w:rsid w:val="009A78D9"/>
    <w:rsid w:val="009B0AF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B7F"/>
    <w:rsid w:val="00A30110"/>
    <w:rsid w:val="00A36899"/>
    <w:rsid w:val="00A371F6"/>
    <w:rsid w:val="00A43BF6"/>
    <w:rsid w:val="00A50076"/>
    <w:rsid w:val="00A53FA5"/>
    <w:rsid w:val="00A54817"/>
    <w:rsid w:val="00A601C8"/>
    <w:rsid w:val="00A60799"/>
    <w:rsid w:val="00A81D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8FB"/>
    <w:rsid w:val="00B3130B"/>
    <w:rsid w:val="00B34B7B"/>
    <w:rsid w:val="00B37B59"/>
    <w:rsid w:val="00B40ADB"/>
    <w:rsid w:val="00B43B77"/>
    <w:rsid w:val="00B43E80"/>
    <w:rsid w:val="00B607DB"/>
    <w:rsid w:val="00B66529"/>
    <w:rsid w:val="00B70441"/>
    <w:rsid w:val="00B70B1C"/>
    <w:rsid w:val="00B75946"/>
    <w:rsid w:val="00B8056E"/>
    <w:rsid w:val="00B819C8"/>
    <w:rsid w:val="00B82308"/>
    <w:rsid w:val="00B90885"/>
    <w:rsid w:val="00B942FF"/>
    <w:rsid w:val="00BB520A"/>
    <w:rsid w:val="00BD3869"/>
    <w:rsid w:val="00BD66E9"/>
    <w:rsid w:val="00BD6FF4"/>
    <w:rsid w:val="00BF2C41"/>
    <w:rsid w:val="00C058B4"/>
    <w:rsid w:val="00C05F44"/>
    <w:rsid w:val="00C0706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DE7"/>
    <w:rsid w:val="00D02EBA"/>
    <w:rsid w:val="00D157B2"/>
    <w:rsid w:val="00D17C3C"/>
    <w:rsid w:val="00D26B2C"/>
    <w:rsid w:val="00D272C2"/>
    <w:rsid w:val="00D32DF5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D83"/>
    <w:rsid w:val="00DE09C0"/>
    <w:rsid w:val="00DE4A14"/>
    <w:rsid w:val="00DF320D"/>
    <w:rsid w:val="00DF71C8"/>
    <w:rsid w:val="00E129B8"/>
    <w:rsid w:val="00E15AE1"/>
    <w:rsid w:val="00E21E7D"/>
    <w:rsid w:val="00E22FBC"/>
    <w:rsid w:val="00E24BF5"/>
    <w:rsid w:val="00E25338"/>
    <w:rsid w:val="00E51E44"/>
    <w:rsid w:val="00E63348"/>
    <w:rsid w:val="00E717CE"/>
    <w:rsid w:val="00E742AA"/>
    <w:rsid w:val="00E77E88"/>
    <w:rsid w:val="00E8107D"/>
    <w:rsid w:val="00E871A4"/>
    <w:rsid w:val="00E960BB"/>
    <w:rsid w:val="00EA2074"/>
    <w:rsid w:val="00EA4832"/>
    <w:rsid w:val="00EA4E9D"/>
    <w:rsid w:val="00EA7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29A"/>
    <w:rsid w:val="00F83B28"/>
    <w:rsid w:val="00F94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AE5B-1AEA-4CC3-B3E2-058AE1E4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2023-10-10T09:13:00Z</dcterms:created>
  <dcterms:modified xsi:type="dcterms:W3CDTF">2023-10-25T11:31:00Z</dcterms:modified>
</cp:coreProperties>
</file>